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A21" w:rsidRDefault="00A1121F" w:rsidP="009C5306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D1D83F" wp14:editId="1B61D6CF">
                <wp:simplePos x="0" y="0"/>
                <wp:positionH relativeFrom="column">
                  <wp:posOffset>20955</wp:posOffset>
                </wp:positionH>
                <wp:positionV relativeFrom="paragraph">
                  <wp:posOffset>-104775</wp:posOffset>
                </wp:positionV>
                <wp:extent cx="6789420" cy="800100"/>
                <wp:effectExtent l="1905" t="0" r="0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9420" cy="800100"/>
                          <a:chOff x="753" y="555"/>
                          <a:chExt cx="10152" cy="1260"/>
                        </a:xfrm>
                      </wpg:grpSpPr>
                      <wpg:grpSp>
                        <wpg:cNvPr id="2" name="Group 20"/>
                        <wpg:cNvGrpSpPr>
                          <a:grpSpLocks/>
                        </wpg:cNvGrpSpPr>
                        <wpg:grpSpPr bwMode="auto">
                          <a:xfrm>
                            <a:off x="1410" y="555"/>
                            <a:ext cx="9495" cy="1260"/>
                            <a:chOff x="1410" y="555"/>
                            <a:chExt cx="9495" cy="1260"/>
                          </a:xfrm>
                        </wpg:grpSpPr>
                        <wps:wsp>
                          <wps:cNvPr id="3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0" y="555"/>
                              <a:ext cx="9495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3A21" w:rsidRPr="0021511C" w:rsidRDefault="00C43A21" w:rsidP="00C43A21">
                                <w:pPr>
                                  <w:tabs>
                                    <w:tab w:val="right" w:pos="5580"/>
                                    <w:tab w:val="right" w:pos="9630"/>
                                  </w:tabs>
                                </w:pPr>
                                <w:r w:rsidRPr="0021511C">
                                  <w:t>Name: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  <w:r w:rsidRPr="0021511C">
                                  <w:tab/>
                                </w:r>
                                <w:r w:rsidR="00B77AA0">
                                  <w:fldChar w:fldCharType="begin"/>
                                </w:r>
                                <w:r w:rsidR="00B77AA0">
                                  <w:instrText xml:space="preserve"> FILENAME   \* MERGEFORMAT </w:instrText>
                                </w:r>
                                <w:r w:rsidR="00B77AA0">
                                  <w:fldChar w:fldCharType="separate"/>
                                </w:r>
                                <w:r w:rsidR="00101816">
                                  <w:rPr>
                                    <w:noProof/>
                                  </w:rPr>
                                  <w:t>HW45_FindTheArea</w:t>
                                </w:r>
                                <w:r w:rsidR="00B77AA0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:rsidR="00C43A21" w:rsidRPr="00311F19" w:rsidRDefault="00C43A21" w:rsidP="00C43A21">
                                <w:pPr>
                                  <w:pStyle w:val="Header"/>
                                  <w:tabs>
                                    <w:tab w:val="right" w:pos="2430"/>
                                    <w:tab w:val="right" w:pos="4680"/>
                                  </w:tabs>
                                  <w:rPr>
                                    <w:i/>
                                    <w:u w:val="single"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Mr. Tiénou-Gustafson, Mr. Bielmeier</w:t>
                                </w:r>
                              </w:p>
                              <w:p w:rsidR="00C43A21" w:rsidRPr="0021511C" w:rsidRDefault="00C43A21" w:rsidP="00C43A21">
                                <w:pPr>
                                  <w:pStyle w:val="Header"/>
                                  <w:tabs>
                                    <w:tab w:val="right" w:pos="2790"/>
                                  </w:tabs>
                                </w:pPr>
                                <w:r>
                                  <w:t>Geometry</w:t>
                                </w:r>
                                <w:r w:rsidRPr="0021511C">
                                  <w:t>, Period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  <w:p w:rsidR="00C43A21" w:rsidRPr="0021511C" w:rsidRDefault="00C43A21" w:rsidP="00C43A21">
                                <w:pPr>
                                  <w:tabs>
                                    <w:tab w:val="right" w:pos="2790"/>
                                  </w:tabs>
                                </w:pPr>
                                <w:r w:rsidRPr="0021511C">
                                  <w:t>Due Date: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 xml:space="preserve"> </w:t>
                                </w:r>
                                <w:r w:rsidR="00101816">
                                  <w:rPr>
                                    <w:u w:val="single"/>
                                  </w:rPr>
                                  <w:t>Wed</w:t>
                                </w:r>
                                <w:r w:rsidR="00007768">
                                  <w:rPr>
                                    <w:u w:val="single"/>
                                  </w:rPr>
                                  <w:t xml:space="preserve">, </w:t>
                                </w:r>
                                <w:r w:rsidR="00101816">
                                  <w:rPr>
                                    <w:u w:val="single"/>
                                  </w:rPr>
                                  <w:t>Oct 29, 2014</w:t>
                                </w:r>
                                <w:r w:rsidRPr="0021511C">
                                  <w:rPr>
                                    <w:u w:val="single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5" y="900"/>
                              <a:ext cx="1755" cy="7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:rsidR="00C43A21" w:rsidRPr="001B09FE" w:rsidRDefault="00C43A21" w:rsidP="00C43A2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>
                                  <w:rPr>
                                    <w:rFonts w:ascii="Arial Black" w:hAnsi="Arial Black"/>
                                    <w:b/>
                                  </w:rPr>
                                  <w:t>Geometry</w:t>
                                </w:r>
                              </w:p>
                              <w:p w:rsidR="00C43A21" w:rsidRPr="001B09FE" w:rsidRDefault="00C43A21" w:rsidP="00C43A21">
                                <w:pPr>
                                  <w:jc w:val="center"/>
                                  <w:rPr>
                                    <w:rFonts w:ascii="Arial Black" w:hAnsi="Arial Black"/>
                                    <w:b/>
                                  </w:rPr>
                                </w:pPr>
                                <w:r w:rsidRPr="001B09FE">
                                  <w:rPr>
                                    <w:rFonts w:ascii="Arial Black" w:hAnsi="Arial Black"/>
                                    <w:b/>
                                  </w:rPr>
                                  <w:t>Homework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" name="Picture 23" descr="El Mate V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3" y="672"/>
                            <a:ext cx="756" cy="10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1D83F" id="Group 19" o:spid="_x0000_s1026" style="position:absolute;margin-left:1.65pt;margin-top:-8.25pt;width:534.6pt;height:63pt;z-index:251658240" coordorigin="753,555" coordsize="10152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">
                <v:group id="Group 20" o:spid="_x0000_s1027" style="position:absolute;left:1410;top:555;width:9495;height:1260" coordorigin="1410,555" coordsize="9495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21" o:spid="_x0000_s1028" style="position:absolute;left:1410;top:555;width:9495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      <v:textbox>
                      <w:txbxContent>
                        <w:p w:rsidR="00C43A21" w:rsidRPr="0021511C" w:rsidRDefault="00C43A21" w:rsidP="00C43A21">
                          <w:pPr>
                            <w:tabs>
                              <w:tab w:val="right" w:pos="5580"/>
                              <w:tab w:val="right" w:pos="9630"/>
                            </w:tabs>
                          </w:pPr>
                          <w:r w:rsidRPr="0021511C">
                            <w:t>Name: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  <w:r w:rsidRPr="0021511C">
                            <w:tab/>
                          </w:r>
                          <w:r w:rsidR="00B77AA0">
                            <w:fldChar w:fldCharType="begin"/>
                          </w:r>
                          <w:r w:rsidR="00B77AA0">
                            <w:instrText xml:space="preserve"> FILENAME   \* MERGEFORMAT </w:instrText>
                          </w:r>
                          <w:r w:rsidR="00B77AA0">
                            <w:fldChar w:fldCharType="separate"/>
                          </w:r>
                          <w:r w:rsidR="00101816">
                            <w:rPr>
                              <w:noProof/>
                            </w:rPr>
                            <w:t>HW45_FindTheArea</w:t>
                          </w:r>
                          <w:r w:rsidR="00B77AA0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C43A21" w:rsidRPr="00311F19" w:rsidRDefault="00C43A21" w:rsidP="00C43A21">
                          <w:pPr>
                            <w:pStyle w:val="Header"/>
                            <w:tabs>
                              <w:tab w:val="right" w:pos="2430"/>
                              <w:tab w:val="right" w:pos="4680"/>
                            </w:tabs>
                            <w:rPr>
                              <w:i/>
                              <w:u w:val="single"/>
                            </w:rPr>
                          </w:pPr>
                          <w:r>
                            <w:rPr>
                              <w:i/>
                            </w:rPr>
                            <w:t>Mr. Tiénou-Gustafson, Mr. Bielmeier</w:t>
                          </w:r>
                        </w:p>
                        <w:p w:rsidR="00C43A21" w:rsidRPr="0021511C" w:rsidRDefault="00C43A21" w:rsidP="00C43A21">
                          <w:pPr>
                            <w:pStyle w:val="Header"/>
                            <w:tabs>
                              <w:tab w:val="right" w:pos="2790"/>
                            </w:tabs>
                          </w:pPr>
                          <w:r>
                            <w:t>Geometry</w:t>
                          </w:r>
                          <w:r w:rsidRPr="0021511C">
                            <w:t>, Period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  <w:p w:rsidR="00C43A21" w:rsidRPr="0021511C" w:rsidRDefault="00C43A21" w:rsidP="00C43A21">
                          <w:pPr>
                            <w:tabs>
                              <w:tab w:val="right" w:pos="2790"/>
                            </w:tabs>
                          </w:pPr>
                          <w:r w:rsidRPr="0021511C">
                            <w:t>Due Date:</w:t>
                          </w:r>
                          <w:r w:rsidRPr="0021511C">
                            <w:rPr>
                              <w:u w:val="single"/>
                            </w:rPr>
                            <w:t xml:space="preserve"> </w:t>
                          </w:r>
                          <w:r w:rsidR="00101816">
                            <w:rPr>
                              <w:u w:val="single"/>
                            </w:rPr>
                            <w:t>Wed</w:t>
                          </w:r>
                          <w:r w:rsidR="00007768">
                            <w:rPr>
                              <w:u w:val="single"/>
                            </w:rPr>
                            <w:t xml:space="preserve">, </w:t>
                          </w:r>
                          <w:r w:rsidR="00101816">
                            <w:rPr>
                              <w:u w:val="single"/>
                            </w:rPr>
                            <w:t>Oct 29, 2014</w:t>
                          </w:r>
                          <w:r w:rsidRPr="0021511C"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v:textbox>
                  </v:rect>
                  <v:roundrect id="AutoShape 22" o:spid="_x0000_s1029" style="position:absolute;left:8985;top:900;width:1755;height:7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HicIA&#10;AADaAAAADwAAAGRycy9kb3ducmV2LnhtbESPwWrDMBBE74X+g9hCLyWRW9ySOFZCKZTkaicUHxdr&#10;YxtLK2PJifP3UaHQ4zAzb5h8N1sjLjT6zrGC12UCgrh2uuNGwen4vViB8AFZo3FMCm7kYbd9fMgx&#10;0+7KBV3K0IgIYZ+hgjaEIZPS1y1Z9Es3EEfv7EaLIcqxkXrEa4RbI9+S5ENa7DgutDjQV0t1X05W&#10;gfyZqqlI096U4aVYV2a9fx+0Us9P8+cGRKA5/If/2getIIXfK/EG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WEeJwgAAANoAAAAPAAAAAAAAAAAAAAAAAJgCAABkcnMvZG93&#10;bnJldi54bWxQSwUGAAAAAAQABAD1AAAAhwMAAAAA&#10;">
                    <v:shadow on="t"/>
                    <v:textbox inset=",0,,0">
                      <w:txbxContent>
                        <w:p w:rsidR="00C43A21" w:rsidRPr="001B09FE" w:rsidRDefault="00C43A21" w:rsidP="00C43A2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>
                            <w:rPr>
                              <w:rFonts w:ascii="Arial Black" w:hAnsi="Arial Black"/>
                              <w:b/>
                            </w:rPr>
                            <w:t>Geometry</w:t>
                          </w:r>
                        </w:p>
                        <w:p w:rsidR="00C43A21" w:rsidRPr="001B09FE" w:rsidRDefault="00C43A21" w:rsidP="00C43A21">
                          <w:pPr>
                            <w:jc w:val="center"/>
                            <w:rPr>
                              <w:rFonts w:ascii="Arial Black" w:hAnsi="Arial Black"/>
                              <w:b/>
                            </w:rPr>
                          </w:pPr>
                          <w:r w:rsidRPr="001B09FE">
                            <w:rPr>
                              <w:rFonts w:ascii="Arial Black" w:hAnsi="Arial Black"/>
                              <w:b/>
                            </w:rPr>
                            <w:t>Homework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30" type="#_x0000_t75" alt="El Mate Vive" style="position:absolute;left:753;top:672;width:756;height:10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72B7CAAAA2gAAAA8AAABkcnMvZG93bnJldi54bWxEj81uwjAQhO+V+g7WVuqt2PwU0RSDKlAF&#10;xxJ4gFW8jVPidRo7IX37GgmJ42hmvtEs14OrRU9tqDxrGI8UCOLCm4pLDafj58sCRIjIBmvPpOGP&#10;AqxXjw9LzIy/8IH6PJYiQThkqMHG2GRShsKSwzDyDXHyvn3rMCbZltK0eElwV8uJUnPpsOK0YLGh&#10;jaXinHdOQ9+ZN0W2m/7Mtu5rt5vP8l+11/r5afh4BxFpiPfwrb03Gl7heiXdALn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+9gewgAAANoAAAAPAAAAAAAAAAAAAAAAAJ8C&#10;AABkcnMvZG93bnJldi54bWxQSwUGAAAAAAQABAD3AAAAjgMAAAAA&#10;">
                  <v:imagedata r:id="rId8" o:title="El Mate Vive"/>
                </v:shape>
              </v:group>
            </w:pict>
          </mc:Fallback>
        </mc:AlternateContent>
      </w: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C43A21" w:rsidRDefault="00C43A21" w:rsidP="009C5306">
      <w:pPr>
        <w:rPr>
          <w:rFonts w:ascii="Cambria" w:hAnsi="Cambria"/>
        </w:rPr>
      </w:pPr>
    </w:p>
    <w:p w:rsidR="00D67C30" w:rsidRDefault="009C5306" w:rsidP="00101816">
      <w:pP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  <w:r w:rsidRPr="0040113D">
        <w:rPr>
          <w:rFonts w:ascii="Calibri" w:hAnsi="Calibri" w:cs="Cambria"/>
          <w:b/>
          <w:sz w:val="22"/>
        </w:rPr>
        <w:t xml:space="preserve">Failure to show work on all problems or use </w:t>
      </w:r>
      <w:r w:rsidRPr="001C2A6E">
        <w:rPr>
          <w:rFonts w:ascii="Calibri" w:hAnsi="Calibri" w:cs="Cambria"/>
          <w:b/>
          <w:sz w:val="22"/>
        </w:rPr>
        <w:t>complete</w:t>
      </w:r>
      <w:r w:rsidRPr="0040113D">
        <w:rPr>
          <w:rFonts w:ascii="Calibri" w:hAnsi="Calibri" w:cs="Cambria"/>
          <w:b/>
          <w:sz w:val="22"/>
        </w:rPr>
        <w:t xml:space="preserve"> sentences will result in a LaSalle. </w:t>
      </w:r>
      <w:r w:rsidR="003744C6">
        <w:rPr>
          <w:rFonts w:ascii="Calibri" w:hAnsi="Calibri" w:cs="Cambria"/>
          <w:b/>
          <w:sz w:val="22"/>
        </w:rPr>
        <w:t xml:space="preserve">  </w:t>
      </w:r>
      <w:r w:rsidR="003744C6" w:rsidRPr="003744C6">
        <w:rPr>
          <w:rFonts w:ascii="Calibri" w:hAnsi="Calibri" w:cs="Cambria"/>
          <w:b/>
          <w:i/>
          <w:sz w:val="22"/>
          <w:u w:val="single"/>
        </w:rPr>
        <w:t>Round to hundredths!</w:t>
      </w: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364612E" wp14:editId="3CF0DF3A">
                <wp:simplePos x="0" y="0"/>
                <wp:positionH relativeFrom="column">
                  <wp:posOffset>2466975</wp:posOffset>
                </wp:positionH>
                <wp:positionV relativeFrom="paragraph">
                  <wp:posOffset>67945</wp:posOffset>
                </wp:positionV>
                <wp:extent cx="1390650" cy="26670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21F" w:rsidRDefault="00A1121F">
                            <w:r>
                              <w:t>Area=length*width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461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194.25pt;margin-top:5.35pt;width:109.5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">
                <v:textbox>
                  <w:txbxContent>
                    <w:p w:rsidR="00A1121F" w:rsidRDefault="00A1121F">
                      <w:r>
                        <w:t>Area=length*width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mbria"/>
          <w:b/>
          <w:i/>
          <w:noProof/>
          <w:sz w:val="22"/>
          <w:u w:val="single"/>
        </w:rPr>
        <w:drawing>
          <wp:anchor distT="0" distB="0" distL="114300" distR="114300" simplePos="0" relativeHeight="251657215" behindDoc="0" locked="0" layoutInCell="1" allowOverlap="1" wp14:anchorId="7FB092C7" wp14:editId="33FBCCE9">
            <wp:simplePos x="0" y="0"/>
            <wp:positionH relativeFrom="margin">
              <wp:align>center</wp:align>
            </wp:positionH>
            <wp:positionV relativeFrom="paragraph">
              <wp:posOffset>83185</wp:posOffset>
            </wp:positionV>
            <wp:extent cx="5621020" cy="7385685"/>
            <wp:effectExtent l="0" t="0" r="0" b="5715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020" cy="738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  <w:r w:rsidRPr="001E2AC0">
        <w:rPr>
          <w:rFonts w:ascii="Calibri" w:hAnsi="Calibri" w:cs="Cambria"/>
          <w:b/>
          <w:i/>
          <w:noProof/>
          <w:sz w:val="22"/>
          <w:u w:val="singl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9D4B87" wp14:editId="2C67365D">
                <wp:simplePos x="0" y="0"/>
                <wp:positionH relativeFrom="column">
                  <wp:posOffset>1847850</wp:posOffset>
                </wp:positionH>
                <wp:positionV relativeFrom="paragraph">
                  <wp:posOffset>146685</wp:posOffset>
                </wp:positionV>
                <wp:extent cx="259080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AC0" w:rsidRDefault="001E2AC0">
                            <w:r>
                              <w:t>HINT: If you know total area and one side length, you still use A=l*w, but instead of solving for A you solve for l or 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9D4B87" id="_x0000_s1032" type="#_x0000_t202" style="position:absolute;margin-left:145.5pt;margin-top:11.55pt;width:20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">
                <v:textbox style="mso-fit-shape-to-text:t">
                  <w:txbxContent>
                    <w:p w:rsidR="001E2AC0" w:rsidRDefault="001E2AC0">
                      <w:r>
                        <w:t>HINT: If you know total area and one side length, you still use A=l*w, but instead of solving for A you solve for l or 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E2AC0" w:rsidRDefault="001E2AC0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01816" w:rsidRDefault="00101816" w:rsidP="00101816">
      <w:pPr>
        <w:pBdr>
          <w:bottom w:val="single" w:sz="4" w:space="1" w:color="auto"/>
        </w:pBdr>
        <w:spacing w:line="360" w:lineRule="auto"/>
        <w:outlineLvl w:val="0"/>
        <w:rPr>
          <w:rFonts w:ascii="Calibri" w:hAnsi="Calibri" w:cs="Cambria"/>
          <w:b/>
          <w:i/>
          <w:sz w:val="22"/>
          <w:u w:val="single"/>
        </w:rPr>
      </w:pPr>
    </w:p>
    <w:p w:rsidR="00101816" w:rsidRPr="00E60494" w:rsidRDefault="00101816" w:rsidP="00101816">
      <w:pPr>
        <w:spacing w:line="360" w:lineRule="auto"/>
        <w:outlineLvl w:val="0"/>
        <w:rPr>
          <w:rFonts w:ascii="Calibri" w:hAnsi="Calibri" w:cs="Cambria"/>
          <w:sz w:val="28"/>
        </w:rPr>
      </w:pPr>
      <w:r w:rsidRPr="00E60494">
        <w:rPr>
          <w:rFonts w:ascii="Calibri" w:hAnsi="Calibri" w:cs="Cambria"/>
          <w:b/>
          <w:i/>
          <w:sz w:val="28"/>
          <w:u w:val="single"/>
        </w:rPr>
        <w:lastRenderedPageBreak/>
        <w:t>Review Problems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1"/>
        <w:gridCol w:w="5589"/>
      </w:tblGrid>
      <w:tr w:rsidR="00101816" w:rsidRPr="00A74D5B" w:rsidTr="00CF6299">
        <w:tc>
          <w:tcPr>
            <w:tcW w:w="5418" w:type="dxa"/>
          </w:tcPr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>
              <w:t xml:space="preserve">9) </w:t>
            </w:r>
            <w:r w:rsidRPr="00BB482B">
              <w:rPr>
                <w:rFonts w:ascii="Calibri" w:eastAsia="Calibri" w:hAnsi="Calibri" w:cs="Calibri"/>
              </w:rPr>
              <w:t>On a number</w:t>
            </w:r>
            <w:r>
              <w:rPr>
                <w:rFonts w:ascii="Calibri" w:eastAsia="Calibri" w:hAnsi="Calibri" w:cs="Calibri"/>
              </w:rPr>
              <w:t xml:space="preserve"> line, point A is located at –99</w:t>
            </w:r>
            <w:r w:rsidRPr="00BB482B">
              <w:rPr>
                <w:rFonts w:ascii="Calibri" w:eastAsia="Calibri" w:hAnsi="Calibri" w:cs="Calibri"/>
              </w:rPr>
              <w:t>, B is</w:t>
            </w: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proofErr w:type="gramStart"/>
            <w:r w:rsidRPr="00BB482B">
              <w:rPr>
                <w:rFonts w:ascii="Calibri" w:eastAsia="Calibri" w:hAnsi="Calibri" w:cs="Calibri"/>
              </w:rPr>
              <w:t>located</w:t>
            </w:r>
            <w:proofErr w:type="gramEnd"/>
            <w:r>
              <w:rPr>
                <w:rFonts w:ascii="Calibri" w:eastAsia="Calibri" w:hAnsi="Calibri" w:cs="Calibri"/>
              </w:rPr>
              <w:t xml:space="preserve"> at -4, and C is located at 62</w:t>
            </w:r>
            <w:r w:rsidRPr="00BB482B">
              <w:rPr>
                <w:rFonts w:ascii="Calibri" w:eastAsia="Calibri" w:hAnsi="Calibri" w:cs="Calibri"/>
              </w:rPr>
              <w:t>. How much</w:t>
            </w: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proofErr w:type="gramStart"/>
            <w:r w:rsidRPr="00BB482B">
              <w:rPr>
                <w:rFonts w:ascii="Calibri" w:eastAsia="Calibri" w:hAnsi="Calibri" w:cs="Calibri"/>
              </w:rPr>
              <w:t>longer</w:t>
            </w:r>
            <w:proofErr w:type="gramEnd"/>
            <w:r w:rsidRPr="00BB482B">
              <w:rPr>
                <w:rFonts w:ascii="Calibri" w:eastAsia="Calibri" w:hAnsi="Calibri" w:cs="Calibri"/>
              </w:rPr>
              <w:t xml:space="preserve"> is </w:t>
            </w:r>
            <w:r w:rsidRPr="00BB482B">
              <w:rPr>
                <w:rFonts w:ascii="Calibri" w:eastAsia="Calibri" w:hAnsi="Calibri" w:cs="Calibri"/>
                <w:i/>
                <w:iCs/>
              </w:rPr>
              <w:t xml:space="preserve">BC </w:t>
            </w:r>
            <w:r w:rsidRPr="00BB482B">
              <w:rPr>
                <w:rFonts w:ascii="Calibri" w:eastAsia="Calibri" w:hAnsi="Calibri" w:cs="Calibri"/>
              </w:rPr>
              <w:t>than AB?</w:t>
            </w: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A74D5B" w:rsidRDefault="00101816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98" w:type="dxa"/>
          </w:tcPr>
          <w:p w:rsidR="00101816" w:rsidRDefault="00101816" w:rsidP="00CF62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10) Mr. Reimer enjoys skateboarding.  His ramp requires that the starting point would have the coordinates of (-2,-9) and the highest point on the ramp would have coordinates of (12, 18). What would the slope of Mr. Reimer’s skateboard ramp be? </w:t>
            </w: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Pr="00BB482B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E60494" w:rsidRPr="00BB482B" w:rsidRDefault="00E60494" w:rsidP="00CF629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A74D5B" w:rsidRDefault="00101816" w:rsidP="00CF6299">
            <w:pPr>
              <w:rPr>
                <w:rFonts w:ascii="Calibri" w:hAnsi="Calibri" w:cs="Calibri"/>
              </w:rPr>
            </w:pPr>
          </w:p>
        </w:tc>
      </w:tr>
      <w:tr w:rsidR="00101816" w:rsidRPr="00056B16" w:rsidTr="00101816"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Pr="00056B16" w:rsidRDefault="00101816" w:rsidP="00CF6299">
            <w:pPr>
              <w:rPr>
                <w:rFonts w:ascii="Calibri" w:hAnsi="Calibri" w:cs="Calibri"/>
              </w:rPr>
            </w:pPr>
            <w:r w:rsidRPr="00056B16">
              <w:rPr>
                <w:rFonts w:ascii="Calibri" w:hAnsi="Calibri" w:cs="Calibri"/>
              </w:rPr>
              <w:t>14) On a number line, point A is located at -23.5, point B is located at -.5, and C is located at 0. How much longer is AC than AB?</w:t>
            </w: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Pr="00056B16" w:rsidRDefault="001E2AC0" w:rsidP="00CF6299">
            <w:pPr>
              <w:rPr>
                <w:rFonts w:ascii="Calibri" w:hAnsi="Calibri" w:cs="Calibri"/>
              </w:rPr>
            </w:pPr>
            <w:r w:rsidRPr="001E2AC0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D6033DE" wp14:editId="5EB2A6AF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552450</wp:posOffset>
                      </wp:positionV>
                      <wp:extent cx="3267075" cy="1404620"/>
                      <wp:effectExtent l="0" t="0" r="28575" b="1079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70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2AC0" w:rsidRDefault="001E2AC0">
                                  <w:r>
                                    <w:t>-Perpendicular means opposite reciprocal (flip it and reverse it!)</w:t>
                                  </w:r>
                                </w:p>
                                <w:p w:rsidR="001E2AC0" w:rsidRDefault="001E2AC0">
                                  <w:r>
                                    <w:t xml:space="preserve">-Once you find slope plug in coordinates it passes through and solve for b. </w:t>
                                  </w:r>
                                </w:p>
                                <w:p w:rsidR="001E2AC0" w:rsidRDefault="001E2AC0">
                                  <w:r>
                                    <w:t xml:space="preserve">-Rewrite in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y=mx+b</m:t>
                                    </m:r>
                                  </m:oMath>
                                  <w:r>
                                    <w:t xml:space="preserve"> using new slope/b values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D6033DE" id="_x0000_s1033" type="#_x0000_t202" style="position:absolute;margin-left:3.55pt;margin-top:43.5pt;width:257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">
                      <v:textbox style="mso-fit-shape-to-text:t">
                        <w:txbxContent>
                          <w:p w:rsidR="001E2AC0" w:rsidRDefault="001E2AC0">
                            <w:r>
                              <w:t>-Perpendicular means opposite reciprocal (flip it and reverse it!)</w:t>
                            </w:r>
                          </w:p>
                          <w:p w:rsidR="001E2AC0" w:rsidRDefault="001E2AC0">
                            <w:r>
                              <w:t xml:space="preserve">-Once you find slope plug in coordinates it passes through and solve for b. </w:t>
                            </w:r>
                          </w:p>
                          <w:p w:rsidR="001E2AC0" w:rsidRDefault="001E2AC0">
                            <w:r>
                              <w:t xml:space="preserve">-Rewrite in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y=mx+b</m:t>
                              </m:r>
                            </m:oMath>
                            <w:r>
                              <w:t xml:space="preserve"> using new slope/b values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1816" w:rsidRPr="00056B16">
              <w:rPr>
                <w:rFonts w:ascii="Calibri" w:hAnsi="Calibri" w:cs="Calibri"/>
              </w:rPr>
              <w:t>15) What is the equation of the line that passes through (2,-8) and is perpendicular to y=3x-5?</w:t>
            </w: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  <w:p w:rsidR="00101816" w:rsidRPr="00056B16" w:rsidRDefault="00101816" w:rsidP="00CF6299">
            <w:pPr>
              <w:rPr>
                <w:rFonts w:ascii="Calibri" w:hAnsi="Calibri" w:cs="Calibri"/>
              </w:rPr>
            </w:pPr>
          </w:p>
        </w:tc>
      </w:tr>
      <w:tr w:rsidR="00101816" w:rsidRPr="00056B16" w:rsidTr="00101816"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Pr="00101816" w:rsidRDefault="00101816" w:rsidP="00CF6299">
            <w:pPr>
              <w:rPr>
                <w:rFonts w:ascii="Calibri" w:hAnsi="Calibri" w:cs="Calibri"/>
              </w:rPr>
            </w:pPr>
            <w:r w:rsidRPr="00101816">
              <w:rPr>
                <w:rFonts w:ascii="Calibri" w:hAnsi="Calibri" w:cs="Calibri"/>
              </w:rPr>
              <w:t>16) A turtle moves from his original point of rest, at (-6, -8) to his final position at (2</w:t>
            </w:r>
            <w:proofErr w:type="gramStart"/>
            <w:r w:rsidRPr="00101816">
              <w:rPr>
                <w:rFonts w:ascii="Calibri" w:hAnsi="Calibri" w:cs="Calibri"/>
              </w:rPr>
              <w:t>,6</w:t>
            </w:r>
            <w:proofErr w:type="gramEnd"/>
            <w:r w:rsidRPr="00101816">
              <w:rPr>
                <w:rFonts w:ascii="Calibri" w:hAnsi="Calibri" w:cs="Calibri"/>
              </w:rPr>
              <w:t xml:space="preserve">). Where would the </w:t>
            </w:r>
            <w:r w:rsidRPr="004B38BD">
              <w:rPr>
                <w:rFonts w:ascii="Calibri" w:hAnsi="Calibri" w:cs="Calibri"/>
                <w:b/>
                <w:u w:val="single"/>
              </w:rPr>
              <w:t>halfway point</w:t>
            </w:r>
            <w:r w:rsidRPr="00101816">
              <w:rPr>
                <w:rFonts w:ascii="Calibri" w:hAnsi="Calibri" w:cs="Calibri"/>
              </w:rPr>
              <w:t xml:space="preserve"> have been for his friend rabbit to meet him? </w:t>
            </w: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  <w:p w:rsidR="00101816" w:rsidRPr="00101816" w:rsidRDefault="00101816" w:rsidP="00CF6299">
            <w:pPr>
              <w:rPr>
                <w:rFonts w:ascii="Calibri" w:hAnsi="Calibri" w:cs="Calibri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816" w:rsidRDefault="00101816" w:rsidP="001018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  <w:r w:rsidRPr="00A74D5B">
              <w:rPr>
                <w:rFonts w:ascii="Calibri" w:hAnsi="Calibri" w:cs="Calibri"/>
              </w:rPr>
              <w:t xml:space="preserve">) </w:t>
            </w:r>
            <w:r>
              <w:rPr>
                <w:rFonts w:ascii="Calibri" w:hAnsi="Calibri" w:cs="Calibri"/>
              </w:rPr>
              <w:t>Solve for x:</w:t>
            </w:r>
          </w:p>
          <w:p w:rsidR="00101816" w:rsidRPr="0028518B" w:rsidRDefault="00101816" w:rsidP="001018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z=xy+16-z</w:t>
            </w:r>
          </w:p>
          <w:p w:rsidR="00101816" w:rsidRPr="00101816" w:rsidRDefault="00101816" w:rsidP="00101816">
            <w:pPr>
              <w:rPr>
                <w:rFonts w:ascii="Calibri" w:hAnsi="Calibri" w:cs="Calibri"/>
              </w:rPr>
            </w:pPr>
          </w:p>
        </w:tc>
      </w:tr>
    </w:tbl>
    <w:p w:rsidR="00101816" w:rsidRPr="00E60494" w:rsidRDefault="00101816" w:rsidP="00101816">
      <w:pPr>
        <w:spacing w:line="360" w:lineRule="auto"/>
        <w:outlineLvl w:val="0"/>
        <w:rPr>
          <w:rFonts w:ascii="Calibri" w:hAnsi="Calibri" w:cs="Cambria"/>
          <w:sz w:val="2"/>
        </w:rPr>
      </w:pPr>
    </w:p>
    <w:sectPr w:rsidR="00101816" w:rsidRPr="00E60494" w:rsidSect="009C5306">
      <w:footerReference w:type="default" r:id="rId10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AA0" w:rsidRDefault="00B77AA0">
      <w:r>
        <w:separator/>
      </w:r>
    </w:p>
  </w:endnote>
  <w:endnote w:type="continuationSeparator" w:id="0">
    <w:p w:rsidR="00B77AA0" w:rsidRDefault="00B7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306" w:rsidRPr="00C43A21" w:rsidRDefault="00C43A21" w:rsidP="00C43A21">
    <w:pPr>
      <w:pStyle w:val="Footer"/>
      <w:jc w:val="center"/>
    </w:pPr>
    <w:r>
      <w:rPr>
        <w:noProof/>
      </w:rPr>
      <w:drawing>
        <wp:inline distT="0" distB="0" distL="0" distR="0">
          <wp:extent cx="1762125" cy="342900"/>
          <wp:effectExtent l="19050" t="0" r="9525" b="0"/>
          <wp:docPr id="1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AA0" w:rsidRDefault="00B77AA0">
      <w:r>
        <w:separator/>
      </w:r>
    </w:p>
  </w:footnote>
  <w:footnote w:type="continuationSeparator" w:id="0">
    <w:p w:rsidR="00B77AA0" w:rsidRDefault="00B77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1C8C7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85F2B"/>
    <w:multiLevelType w:val="hybridMultilevel"/>
    <w:tmpl w:val="3D927F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E26C1"/>
    <w:multiLevelType w:val="hybridMultilevel"/>
    <w:tmpl w:val="B3928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E3904"/>
    <w:multiLevelType w:val="hybridMultilevel"/>
    <w:tmpl w:val="4B405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95DEB"/>
    <w:multiLevelType w:val="hybridMultilevel"/>
    <w:tmpl w:val="756898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7D9"/>
    <w:multiLevelType w:val="hybridMultilevel"/>
    <w:tmpl w:val="68E481D4"/>
    <w:lvl w:ilvl="0" w:tplc="10BEAB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B4A69"/>
    <w:multiLevelType w:val="hybridMultilevel"/>
    <w:tmpl w:val="638C82D0"/>
    <w:lvl w:ilvl="0" w:tplc="AA5E7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7617B"/>
    <w:multiLevelType w:val="hybridMultilevel"/>
    <w:tmpl w:val="DEF27B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720D25"/>
    <w:multiLevelType w:val="hybridMultilevel"/>
    <w:tmpl w:val="C7A462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F0E33"/>
    <w:multiLevelType w:val="hybridMultilevel"/>
    <w:tmpl w:val="B8E0DF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821C00"/>
    <w:multiLevelType w:val="hybridMultilevel"/>
    <w:tmpl w:val="A950F510"/>
    <w:lvl w:ilvl="0" w:tplc="169A7CFC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E0022"/>
    <w:multiLevelType w:val="hybridMultilevel"/>
    <w:tmpl w:val="7CB0CD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73258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61AEA"/>
    <w:multiLevelType w:val="hybridMultilevel"/>
    <w:tmpl w:val="1FAA18F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15D4F"/>
    <w:multiLevelType w:val="hybridMultilevel"/>
    <w:tmpl w:val="51B042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260B60"/>
    <w:multiLevelType w:val="hybridMultilevel"/>
    <w:tmpl w:val="0BF2BF3E"/>
    <w:lvl w:ilvl="0" w:tplc="4A1EC3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46E0CCE"/>
    <w:multiLevelType w:val="hybridMultilevel"/>
    <w:tmpl w:val="65A4C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64528"/>
    <w:multiLevelType w:val="hybridMultilevel"/>
    <w:tmpl w:val="B130EFF6"/>
    <w:lvl w:ilvl="0" w:tplc="310280FA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D461A8"/>
    <w:multiLevelType w:val="hybridMultilevel"/>
    <w:tmpl w:val="5ACA8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D1252"/>
    <w:multiLevelType w:val="hybridMultilevel"/>
    <w:tmpl w:val="72A6D7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A27C6C"/>
    <w:multiLevelType w:val="hybridMultilevel"/>
    <w:tmpl w:val="37005342"/>
    <w:lvl w:ilvl="0" w:tplc="69567A3A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55054"/>
    <w:multiLevelType w:val="hybridMultilevel"/>
    <w:tmpl w:val="1E92243E"/>
    <w:lvl w:ilvl="0" w:tplc="2320E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F7FBB"/>
    <w:multiLevelType w:val="hybridMultilevel"/>
    <w:tmpl w:val="73B462DE"/>
    <w:lvl w:ilvl="0" w:tplc="0EFAE73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3"/>
  </w:num>
  <w:num w:numId="4">
    <w:abstractNumId w:val="10"/>
  </w:num>
  <w:num w:numId="5">
    <w:abstractNumId w:val="16"/>
  </w:num>
  <w:num w:numId="6">
    <w:abstractNumId w:val="14"/>
  </w:num>
  <w:num w:numId="7">
    <w:abstractNumId w:val="3"/>
  </w:num>
  <w:num w:numId="8">
    <w:abstractNumId w:val="8"/>
  </w:num>
  <w:num w:numId="9">
    <w:abstractNumId w:val="24"/>
  </w:num>
  <w:num w:numId="10">
    <w:abstractNumId w:val="18"/>
  </w:num>
  <w:num w:numId="11">
    <w:abstractNumId w:val="20"/>
  </w:num>
  <w:num w:numId="12">
    <w:abstractNumId w:val="7"/>
  </w:num>
  <w:num w:numId="13">
    <w:abstractNumId w:val="1"/>
  </w:num>
  <w:num w:numId="14">
    <w:abstractNumId w:val="22"/>
  </w:num>
  <w:num w:numId="15">
    <w:abstractNumId w:val="12"/>
  </w:num>
  <w:num w:numId="16">
    <w:abstractNumId w:val="19"/>
  </w:num>
  <w:num w:numId="17">
    <w:abstractNumId w:val="15"/>
  </w:num>
  <w:num w:numId="18">
    <w:abstractNumId w:val="2"/>
  </w:num>
  <w:num w:numId="19">
    <w:abstractNumId w:val="13"/>
  </w:num>
  <w:num w:numId="20">
    <w:abstractNumId w:val="25"/>
  </w:num>
  <w:num w:numId="21">
    <w:abstractNumId w:val="5"/>
  </w:num>
  <w:num w:numId="22">
    <w:abstractNumId w:val="0"/>
  </w:num>
  <w:num w:numId="23">
    <w:abstractNumId w:val="17"/>
  </w:num>
  <w:num w:numId="24">
    <w:abstractNumId w:val="4"/>
  </w:num>
  <w:num w:numId="25">
    <w:abstractNumId w:val="21"/>
  </w:num>
  <w:num w:numId="2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07768"/>
    <w:rsid w:val="00056B16"/>
    <w:rsid w:val="00092323"/>
    <w:rsid w:val="00101816"/>
    <w:rsid w:val="001238FF"/>
    <w:rsid w:val="00193AA0"/>
    <w:rsid w:val="001C2A6E"/>
    <w:rsid w:val="001E2AC0"/>
    <w:rsid w:val="002F5CA4"/>
    <w:rsid w:val="003235A4"/>
    <w:rsid w:val="00356710"/>
    <w:rsid w:val="003744C6"/>
    <w:rsid w:val="0045307A"/>
    <w:rsid w:val="004B38BD"/>
    <w:rsid w:val="004E1D65"/>
    <w:rsid w:val="004F4694"/>
    <w:rsid w:val="004F4892"/>
    <w:rsid w:val="00524264"/>
    <w:rsid w:val="005679BC"/>
    <w:rsid w:val="00591002"/>
    <w:rsid w:val="005946EF"/>
    <w:rsid w:val="005D7A8D"/>
    <w:rsid w:val="006053F8"/>
    <w:rsid w:val="00772BAB"/>
    <w:rsid w:val="007817D7"/>
    <w:rsid w:val="007D62A8"/>
    <w:rsid w:val="00817EE1"/>
    <w:rsid w:val="0086145D"/>
    <w:rsid w:val="00876E15"/>
    <w:rsid w:val="008A2125"/>
    <w:rsid w:val="008F3DA1"/>
    <w:rsid w:val="00933099"/>
    <w:rsid w:val="009C5306"/>
    <w:rsid w:val="00A05874"/>
    <w:rsid w:val="00A1121F"/>
    <w:rsid w:val="00A319C7"/>
    <w:rsid w:val="00A61580"/>
    <w:rsid w:val="00A63747"/>
    <w:rsid w:val="00A943BA"/>
    <w:rsid w:val="00B3256E"/>
    <w:rsid w:val="00B77AA0"/>
    <w:rsid w:val="00B841DD"/>
    <w:rsid w:val="00BB482B"/>
    <w:rsid w:val="00BE36D3"/>
    <w:rsid w:val="00C023C7"/>
    <w:rsid w:val="00C03D5C"/>
    <w:rsid w:val="00C13CD3"/>
    <w:rsid w:val="00C35146"/>
    <w:rsid w:val="00C351FC"/>
    <w:rsid w:val="00C43A21"/>
    <w:rsid w:val="00C60A52"/>
    <w:rsid w:val="00C87B92"/>
    <w:rsid w:val="00CA4A7F"/>
    <w:rsid w:val="00D0517C"/>
    <w:rsid w:val="00D1503F"/>
    <w:rsid w:val="00D50AAE"/>
    <w:rsid w:val="00D67B46"/>
    <w:rsid w:val="00D67C30"/>
    <w:rsid w:val="00D7507B"/>
    <w:rsid w:val="00D87DFE"/>
    <w:rsid w:val="00D94DE9"/>
    <w:rsid w:val="00DA0955"/>
    <w:rsid w:val="00DB0204"/>
    <w:rsid w:val="00DE7BE4"/>
    <w:rsid w:val="00E137A1"/>
    <w:rsid w:val="00E518B6"/>
    <w:rsid w:val="00E60494"/>
    <w:rsid w:val="00E83BDA"/>
    <w:rsid w:val="00ED2112"/>
    <w:rsid w:val="00F5198B"/>
    <w:rsid w:val="00FE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EC8DA9-5E39-466D-A5A3-44B37BD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SubtleEmphasis1">
    <w:name w:val="Subtle Emphasis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B44D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DB44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ediumList1-Accent61">
    <w:name w:val="Medium List 1 - Accent 61"/>
    <w:basedOn w:val="Normal"/>
    <w:uiPriority w:val="34"/>
    <w:qFormat/>
    <w:rsid w:val="006B1927"/>
    <w:pPr>
      <w:ind w:left="720"/>
      <w:contextualSpacing/>
    </w:pPr>
  </w:style>
  <w:style w:type="paragraph" w:customStyle="1" w:styleId="LightList-Accent51">
    <w:name w:val="Light List - Accent 51"/>
    <w:basedOn w:val="Normal"/>
    <w:uiPriority w:val="34"/>
    <w:qFormat/>
    <w:rsid w:val="00741C52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5E4E7F"/>
    <w:pPr>
      <w:ind w:left="720"/>
    </w:pPr>
  </w:style>
  <w:style w:type="paragraph" w:customStyle="1" w:styleId="MediumGrid1-Accent22">
    <w:name w:val="Medium Grid 1 - Accent 22"/>
    <w:basedOn w:val="Normal"/>
    <w:qFormat/>
    <w:rsid w:val="00916AC6"/>
    <w:pPr>
      <w:ind w:left="720"/>
      <w:contextualSpacing/>
    </w:pPr>
  </w:style>
  <w:style w:type="paragraph" w:styleId="ListParagraph">
    <w:name w:val="List Paragraph"/>
    <w:basedOn w:val="Normal"/>
    <w:qFormat/>
    <w:rsid w:val="00C87B92"/>
    <w:pPr>
      <w:ind w:left="720"/>
    </w:pPr>
  </w:style>
  <w:style w:type="character" w:styleId="PlaceholderText">
    <w:name w:val="Placeholder Text"/>
    <w:basedOn w:val="DefaultParagraphFont"/>
    <w:rsid w:val="001E2A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9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Yarrington</dc:creator>
  <cp:lastModifiedBy>Bielmeier, Sean</cp:lastModifiedBy>
  <cp:revision>4</cp:revision>
  <cp:lastPrinted>2012-10-08T23:09:00Z</cp:lastPrinted>
  <dcterms:created xsi:type="dcterms:W3CDTF">2014-10-28T11:42:00Z</dcterms:created>
  <dcterms:modified xsi:type="dcterms:W3CDTF">2014-10-28T11:51:00Z</dcterms:modified>
</cp:coreProperties>
</file>